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19" w:rsidRDefault="005D42AB" w:rsidP="00C81E19">
      <w:pPr>
        <w:jc w:val="both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7.65pt;margin-top:-36pt;width:41.25pt;height:45.75pt;z-index:-251658752;visibility:visible">
            <v:imagedata r:id="rId8" o:title=""/>
          </v:shape>
        </w:pict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>
        <w:rPr>
          <w:sz w:val="20"/>
          <w:szCs w:val="20"/>
        </w:rPr>
        <w:tab/>
      </w:r>
      <w:r w:rsidR="00C81E19" w:rsidRPr="00C81E19">
        <w:rPr>
          <w:b/>
          <w:sz w:val="28"/>
          <w:szCs w:val="28"/>
        </w:rPr>
        <w:t xml:space="preserve">  </w:t>
      </w:r>
      <w:r w:rsidR="00C81E19">
        <w:rPr>
          <w:sz w:val="20"/>
          <w:szCs w:val="20"/>
        </w:rPr>
        <w:t xml:space="preserve">             </w:t>
      </w:r>
    </w:p>
    <w:p w:rsidR="00F550B2" w:rsidRPr="00D32E21" w:rsidRDefault="00F550B2" w:rsidP="00F550B2">
      <w:pPr>
        <w:pStyle w:val="2"/>
        <w:rPr>
          <w:spacing w:val="20"/>
        </w:rPr>
      </w:pPr>
      <w:r w:rsidRPr="00D32E21">
        <w:rPr>
          <w:spacing w:val="20"/>
        </w:rPr>
        <w:t xml:space="preserve">ПРЕДСТАВИТЕЛЬНОЕ СОБРАНИЕ </w:t>
      </w:r>
    </w:p>
    <w:p w:rsidR="00F550B2" w:rsidRPr="00D32E21" w:rsidRDefault="00F550B2" w:rsidP="00F550B2">
      <w:pPr>
        <w:pStyle w:val="2"/>
        <w:rPr>
          <w:spacing w:val="0"/>
        </w:rPr>
      </w:pPr>
      <w:r w:rsidRPr="00D32E21">
        <w:rPr>
          <w:spacing w:val="0"/>
        </w:rPr>
        <w:t xml:space="preserve">БАБУШКИНСКОГО МУНИЦИПАЛЬНОГО </w:t>
      </w:r>
      <w:r w:rsidR="00E2688D">
        <w:rPr>
          <w:spacing w:val="0"/>
        </w:rPr>
        <w:t>ОКРУГА</w:t>
      </w:r>
      <w:r w:rsidRPr="00D32E21">
        <w:rPr>
          <w:spacing w:val="0"/>
        </w:rPr>
        <w:t xml:space="preserve"> ВОЛОГОДСКОЙ ОБЛАСТИ</w:t>
      </w:r>
    </w:p>
    <w:p w:rsidR="00F550B2" w:rsidRDefault="00F550B2" w:rsidP="00F550B2">
      <w:pPr>
        <w:jc w:val="center"/>
        <w:rPr>
          <w:b/>
          <w:bCs/>
        </w:rPr>
      </w:pPr>
    </w:p>
    <w:p w:rsidR="00F550B2" w:rsidRPr="00CA3220" w:rsidRDefault="00F550B2" w:rsidP="00F550B2">
      <w:pPr>
        <w:jc w:val="center"/>
      </w:pPr>
    </w:p>
    <w:p w:rsidR="00F550B2" w:rsidRDefault="00F550B2" w:rsidP="00F550B2">
      <w:pPr>
        <w:jc w:val="center"/>
        <w:rPr>
          <w:b/>
          <w:bCs/>
        </w:rPr>
      </w:pPr>
    </w:p>
    <w:p w:rsidR="00F550B2" w:rsidRPr="00CA3220" w:rsidRDefault="00F550B2" w:rsidP="00F550B2">
      <w:pPr>
        <w:pStyle w:val="3"/>
        <w:rPr>
          <w:sz w:val="32"/>
          <w:szCs w:val="32"/>
        </w:rPr>
      </w:pPr>
      <w:r w:rsidRPr="00CA3220">
        <w:rPr>
          <w:sz w:val="32"/>
          <w:szCs w:val="32"/>
        </w:rPr>
        <w:t>РЕШЕНИЕ</w:t>
      </w:r>
    </w:p>
    <w:p w:rsidR="00F550B2" w:rsidRDefault="00F550B2" w:rsidP="00F550B2"/>
    <w:p w:rsidR="00F550B2" w:rsidRPr="00F01249" w:rsidRDefault="00F550B2" w:rsidP="00F550B2">
      <w:pPr>
        <w:rPr>
          <w:sz w:val="28"/>
          <w:szCs w:val="28"/>
        </w:rPr>
      </w:pPr>
    </w:p>
    <w:p w:rsidR="00F550B2" w:rsidRPr="00C81E19" w:rsidRDefault="0034261E" w:rsidP="00F550B2">
      <w:pPr>
        <w:rPr>
          <w:b/>
          <w:bCs/>
          <w:sz w:val="28"/>
          <w:szCs w:val="28"/>
        </w:rPr>
      </w:pPr>
      <w:r w:rsidRPr="00C81E19">
        <w:rPr>
          <w:b/>
          <w:bCs/>
          <w:sz w:val="28"/>
          <w:szCs w:val="28"/>
        </w:rPr>
        <w:t>«</w:t>
      </w:r>
      <w:r w:rsidR="00E2688D" w:rsidRPr="00C81E19">
        <w:rPr>
          <w:b/>
          <w:bCs/>
          <w:sz w:val="28"/>
          <w:szCs w:val="28"/>
        </w:rPr>
        <w:t>0</w:t>
      </w:r>
      <w:r w:rsidR="00C81E19">
        <w:rPr>
          <w:b/>
          <w:bCs/>
          <w:sz w:val="28"/>
          <w:szCs w:val="28"/>
        </w:rPr>
        <w:t>3</w:t>
      </w:r>
      <w:r w:rsidRPr="00C81E19">
        <w:rPr>
          <w:b/>
          <w:bCs/>
          <w:sz w:val="28"/>
          <w:szCs w:val="28"/>
        </w:rPr>
        <w:t xml:space="preserve">» </w:t>
      </w:r>
      <w:r w:rsidR="00E2688D" w:rsidRPr="00C81E19">
        <w:rPr>
          <w:b/>
          <w:bCs/>
          <w:sz w:val="28"/>
          <w:szCs w:val="28"/>
        </w:rPr>
        <w:t xml:space="preserve">декабря </w:t>
      </w:r>
      <w:r w:rsidR="00290388" w:rsidRPr="00C81E19">
        <w:rPr>
          <w:b/>
          <w:bCs/>
          <w:sz w:val="28"/>
          <w:szCs w:val="28"/>
        </w:rPr>
        <w:t>20</w:t>
      </w:r>
      <w:r w:rsidRPr="00C81E19">
        <w:rPr>
          <w:b/>
          <w:bCs/>
          <w:sz w:val="28"/>
          <w:szCs w:val="28"/>
        </w:rPr>
        <w:t>2</w:t>
      </w:r>
      <w:r w:rsidR="00E2688D" w:rsidRPr="00C81E19">
        <w:rPr>
          <w:b/>
          <w:bCs/>
          <w:sz w:val="28"/>
          <w:szCs w:val="28"/>
        </w:rPr>
        <w:t>4</w:t>
      </w:r>
      <w:r w:rsidRPr="00C81E19">
        <w:rPr>
          <w:b/>
          <w:bCs/>
          <w:sz w:val="28"/>
          <w:szCs w:val="28"/>
        </w:rPr>
        <w:t xml:space="preserve"> года</w:t>
      </w:r>
      <w:r w:rsidR="00E2688D" w:rsidRPr="00C81E19">
        <w:rPr>
          <w:b/>
          <w:bCs/>
          <w:sz w:val="28"/>
          <w:szCs w:val="28"/>
        </w:rPr>
        <w:t xml:space="preserve">                                                   </w:t>
      </w:r>
      <w:r w:rsidR="00C81E19">
        <w:rPr>
          <w:b/>
          <w:bCs/>
          <w:sz w:val="28"/>
          <w:szCs w:val="28"/>
        </w:rPr>
        <w:t xml:space="preserve">                             </w:t>
      </w:r>
      <w:r w:rsidR="00E2688D" w:rsidRPr="00C81E19">
        <w:rPr>
          <w:b/>
          <w:bCs/>
          <w:sz w:val="28"/>
          <w:szCs w:val="28"/>
        </w:rPr>
        <w:t xml:space="preserve">  </w:t>
      </w:r>
      <w:r w:rsidR="00F550B2" w:rsidRPr="00C81E19">
        <w:rPr>
          <w:b/>
          <w:bCs/>
          <w:sz w:val="28"/>
          <w:szCs w:val="28"/>
        </w:rPr>
        <w:t>№</w:t>
      </w:r>
      <w:r w:rsidR="00792731" w:rsidRPr="00C81E19">
        <w:rPr>
          <w:b/>
          <w:bCs/>
          <w:sz w:val="28"/>
          <w:szCs w:val="28"/>
        </w:rPr>
        <w:t xml:space="preserve"> </w:t>
      </w:r>
      <w:r w:rsidR="001C6E34">
        <w:rPr>
          <w:b/>
          <w:bCs/>
          <w:sz w:val="28"/>
          <w:szCs w:val="28"/>
        </w:rPr>
        <w:t>376</w:t>
      </w:r>
      <w:r w:rsidR="00C81E19">
        <w:rPr>
          <w:b/>
          <w:bCs/>
          <w:sz w:val="28"/>
          <w:szCs w:val="28"/>
        </w:rPr>
        <w:t xml:space="preserve">     </w:t>
      </w:r>
    </w:p>
    <w:p w:rsidR="00F550B2" w:rsidRDefault="00F550B2" w:rsidP="00FF5636">
      <w:pPr>
        <w:jc w:val="center"/>
        <w:rPr>
          <w:sz w:val="28"/>
          <w:szCs w:val="28"/>
        </w:rPr>
      </w:pPr>
      <w:proofErr w:type="gramStart"/>
      <w:r w:rsidRPr="00C42DD4">
        <w:t>с</w:t>
      </w:r>
      <w:proofErr w:type="gramEnd"/>
      <w:r w:rsidRPr="00C42DD4">
        <w:t xml:space="preserve">. </w:t>
      </w:r>
      <w:proofErr w:type="gramStart"/>
      <w:r w:rsidRPr="00C42DD4">
        <w:t>им</w:t>
      </w:r>
      <w:proofErr w:type="gramEnd"/>
      <w:r w:rsidRPr="00C42DD4">
        <w:t xml:space="preserve"> Бабушкина</w:t>
      </w:r>
      <w:r w:rsidRPr="00F01249">
        <w:rPr>
          <w:sz w:val="28"/>
          <w:szCs w:val="28"/>
        </w:rPr>
        <w:t>.</w:t>
      </w:r>
    </w:p>
    <w:p w:rsidR="004B07A1" w:rsidRDefault="004B07A1" w:rsidP="00FF5636">
      <w:pPr>
        <w:jc w:val="center"/>
        <w:rPr>
          <w:sz w:val="28"/>
          <w:szCs w:val="28"/>
        </w:rPr>
      </w:pPr>
    </w:p>
    <w:p w:rsidR="004B07A1" w:rsidRPr="00E2688D" w:rsidRDefault="004B07A1" w:rsidP="00E2688D">
      <w:pPr>
        <w:pStyle w:val="ConsPlusNormal"/>
        <w:jc w:val="center"/>
        <w:rPr>
          <w:b/>
          <w:bCs/>
          <w:sz w:val="28"/>
          <w:szCs w:val="28"/>
        </w:rPr>
      </w:pPr>
      <w:r w:rsidRPr="00E2688D">
        <w:rPr>
          <w:b/>
          <w:bCs/>
          <w:sz w:val="28"/>
          <w:szCs w:val="28"/>
        </w:rPr>
        <w:t>О рекомендации к присвоению Почетного звания "Человек труда Вологодской области"</w:t>
      </w:r>
    </w:p>
    <w:p w:rsidR="004B07A1" w:rsidRPr="004B07A1" w:rsidRDefault="004B07A1" w:rsidP="004B07A1">
      <w:pPr>
        <w:ind w:right="-2"/>
        <w:jc w:val="both"/>
        <w:rPr>
          <w:bCs/>
          <w:sz w:val="28"/>
          <w:szCs w:val="28"/>
        </w:rPr>
      </w:pPr>
    </w:p>
    <w:p w:rsidR="004B07A1" w:rsidRDefault="004B07A1" w:rsidP="004B07A1">
      <w:pPr>
        <w:pStyle w:val="ConsPlusNormal"/>
      </w:pPr>
    </w:p>
    <w:p w:rsidR="004B07A1" w:rsidRPr="004B07A1" w:rsidRDefault="00336D73" w:rsidP="004B07A1">
      <w:pPr>
        <w:pStyle w:val="ConsPlusNormal"/>
        <w:jc w:val="both"/>
        <w:rPr>
          <w:bCs/>
          <w:sz w:val="28"/>
          <w:szCs w:val="28"/>
        </w:rPr>
      </w:pPr>
      <w:r w:rsidRPr="004B07A1">
        <w:rPr>
          <w:sz w:val="28"/>
          <w:szCs w:val="28"/>
        </w:rPr>
        <w:t>В целях поощрения граждан, внесших значительный вклад в социально-экономическое развитие Вологодской области, достигших выдающихся производст</w:t>
      </w:r>
      <w:r w:rsidR="004B07A1">
        <w:rPr>
          <w:sz w:val="28"/>
          <w:szCs w:val="28"/>
        </w:rPr>
        <w:t xml:space="preserve">венных результатов </w:t>
      </w:r>
      <w:r w:rsidRPr="004B07A1">
        <w:rPr>
          <w:sz w:val="28"/>
          <w:szCs w:val="28"/>
        </w:rPr>
        <w:t xml:space="preserve">в трудовой деятельности, </w:t>
      </w:r>
      <w:r w:rsidR="004B07A1" w:rsidRPr="004B07A1">
        <w:rPr>
          <w:sz w:val="28"/>
          <w:szCs w:val="28"/>
        </w:rPr>
        <w:t>на основании</w:t>
      </w:r>
      <w:r w:rsidR="004B07A1" w:rsidRPr="004B07A1">
        <w:rPr>
          <w:bCs/>
          <w:sz w:val="28"/>
          <w:szCs w:val="28"/>
        </w:rPr>
        <w:t xml:space="preserve"> </w:t>
      </w:r>
      <w:r w:rsidR="001C6E34">
        <w:rPr>
          <w:bCs/>
          <w:sz w:val="28"/>
          <w:szCs w:val="28"/>
        </w:rPr>
        <w:t xml:space="preserve"> п.2.3. п</w:t>
      </w:r>
      <w:r w:rsidR="004B07A1" w:rsidRPr="004B07A1">
        <w:rPr>
          <w:bCs/>
          <w:sz w:val="28"/>
          <w:szCs w:val="28"/>
        </w:rPr>
        <w:t>остановлени</w:t>
      </w:r>
      <w:r w:rsidR="00E2688D">
        <w:rPr>
          <w:bCs/>
          <w:sz w:val="28"/>
          <w:szCs w:val="28"/>
        </w:rPr>
        <w:t>я</w:t>
      </w:r>
      <w:r w:rsidR="004B07A1">
        <w:rPr>
          <w:bCs/>
          <w:sz w:val="28"/>
          <w:szCs w:val="28"/>
        </w:rPr>
        <w:t xml:space="preserve"> </w:t>
      </w:r>
      <w:r w:rsidR="001C6E34">
        <w:rPr>
          <w:bCs/>
          <w:sz w:val="28"/>
          <w:szCs w:val="28"/>
        </w:rPr>
        <w:t xml:space="preserve"> Губернатора Вологодской области </w:t>
      </w:r>
      <w:r w:rsidR="004B07A1">
        <w:rPr>
          <w:bCs/>
          <w:sz w:val="28"/>
          <w:szCs w:val="28"/>
        </w:rPr>
        <w:t>о</w:t>
      </w:r>
      <w:r w:rsidR="004B07A1" w:rsidRPr="004B07A1">
        <w:rPr>
          <w:bCs/>
          <w:sz w:val="28"/>
          <w:szCs w:val="28"/>
        </w:rPr>
        <w:t>т 11 октября 2024 г. N 302</w:t>
      </w:r>
      <w:r w:rsidR="004B07A1">
        <w:rPr>
          <w:bCs/>
          <w:sz w:val="28"/>
          <w:szCs w:val="28"/>
        </w:rPr>
        <w:t xml:space="preserve"> «</w:t>
      </w:r>
      <w:r w:rsidR="004B07A1" w:rsidRPr="004B07A1">
        <w:rPr>
          <w:bCs/>
          <w:sz w:val="28"/>
          <w:szCs w:val="28"/>
        </w:rPr>
        <w:t>Об учреждении почетного звания области</w:t>
      </w:r>
      <w:r w:rsidR="001C6E34">
        <w:rPr>
          <w:bCs/>
          <w:sz w:val="28"/>
          <w:szCs w:val="28"/>
        </w:rPr>
        <w:t xml:space="preserve"> «</w:t>
      </w:r>
      <w:r w:rsidR="004B07A1">
        <w:rPr>
          <w:bCs/>
          <w:sz w:val="28"/>
          <w:szCs w:val="28"/>
        </w:rPr>
        <w:t>Человек труда В</w:t>
      </w:r>
      <w:r w:rsidR="001C6E34">
        <w:rPr>
          <w:bCs/>
          <w:sz w:val="28"/>
          <w:szCs w:val="28"/>
        </w:rPr>
        <w:t>ологодской области»»</w:t>
      </w:r>
    </w:p>
    <w:p w:rsidR="00336D73" w:rsidRPr="004B07A1" w:rsidRDefault="00336D73" w:rsidP="004B07A1">
      <w:pPr>
        <w:pStyle w:val="ConsPlusNormal"/>
        <w:ind w:firstLine="540"/>
        <w:jc w:val="both"/>
        <w:rPr>
          <w:sz w:val="28"/>
          <w:szCs w:val="28"/>
        </w:rPr>
      </w:pPr>
    </w:p>
    <w:p w:rsidR="00C81E19" w:rsidRDefault="00C81E19" w:rsidP="00C81E19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F550B2" w:rsidRPr="00C81E19" w:rsidRDefault="00C81E19" w:rsidP="00C81E19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AC0D61" w:rsidRDefault="001C6E34" w:rsidP="001C6E34">
      <w:pPr>
        <w:pStyle w:val="ConsPlusNormal"/>
        <w:spacing w:before="2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688D" w:rsidRPr="00E2688D">
        <w:rPr>
          <w:sz w:val="28"/>
          <w:szCs w:val="28"/>
        </w:rPr>
        <w:t xml:space="preserve">Рекомендовать к присвоению Почетного звания «Человек труда Вологодской области» </w:t>
      </w:r>
      <w:proofErr w:type="spellStart"/>
      <w:r w:rsidR="00E2688D" w:rsidRPr="00E2688D">
        <w:rPr>
          <w:sz w:val="28"/>
          <w:szCs w:val="28"/>
        </w:rPr>
        <w:t>Берчинского</w:t>
      </w:r>
      <w:proofErr w:type="spellEnd"/>
      <w:r w:rsidR="00E2688D" w:rsidRPr="00E2688D">
        <w:rPr>
          <w:sz w:val="28"/>
          <w:szCs w:val="28"/>
        </w:rPr>
        <w:t xml:space="preserve"> Виктора Иосифовича, водителя автомобиля 5 разряда Бабушкинского ремонтно-строительного управления ПАО «</w:t>
      </w:r>
      <w:proofErr w:type="spellStart"/>
      <w:r w:rsidR="00E2688D" w:rsidRPr="00E2688D">
        <w:rPr>
          <w:sz w:val="28"/>
          <w:szCs w:val="28"/>
        </w:rPr>
        <w:t>Вологдаавтодор</w:t>
      </w:r>
      <w:proofErr w:type="spellEnd"/>
      <w:r w:rsidR="00E2688D" w:rsidRPr="00E2688D">
        <w:rPr>
          <w:sz w:val="28"/>
          <w:szCs w:val="28"/>
        </w:rPr>
        <w:t>»</w:t>
      </w:r>
      <w:r w:rsidR="002D3D81">
        <w:rPr>
          <w:sz w:val="28"/>
          <w:szCs w:val="28"/>
        </w:rPr>
        <w:t>.</w:t>
      </w:r>
      <w:r w:rsidR="00E2688D" w:rsidRPr="00E2688D">
        <w:rPr>
          <w:sz w:val="28"/>
          <w:szCs w:val="28"/>
        </w:rPr>
        <w:t xml:space="preserve"> </w:t>
      </w:r>
    </w:p>
    <w:p w:rsidR="00360C44" w:rsidRDefault="001C6E34" w:rsidP="001C6E34">
      <w:pPr>
        <w:pStyle w:val="ConsPlusNormal"/>
        <w:spacing w:before="2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360C44">
        <w:rPr>
          <w:color w:val="000000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1C6E34" w:rsidRDefault="001C6E34" w:rsidP="001C6E34">
      <w:pPr>
        <w:pStyle w:val="ConsPlusNormal"/>
        <w:spacing w:before="22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Направить настоящее решение в Общественный совет при Губернаторе Вологодской области.</w:t>
      </w:r>
    </w:p>
    <w:p w:rsidR="00360C44" w:rsidRDefault="00360C44" w:rsidP="00360C4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4124F" w:rsidRPr="00956C42" w:rsidRDefault="00D4124F" w:rsidP="001F1C62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81E19" w:rsidTr="00A10B5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81E19" w:rsidTr="00A10B5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1E19" w:rsidRDefault="00C81E19" w:rsidP="00A10B5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 Т.С. </w:t>
            </w:r>
            <w:proofErr w:type="spellStart"/>
            <w:r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1F1C62" w:rsidRDefault="001F1C62" w:rsidP="001F1C62">
      <w:pPr>
        <w:jc w:val="both"/>
        <w:rPr>
          <w:sz w:val="28"/>
          <w:szCs w:val="28"/>
        </w:rPr>
      </w:pPr>
    </w:p>
    <w:p w:rsidR="001F1C62" w:rsidRDefault="001F1C62" w:rsidP="001F1C62">
      <w:pPr>
        <w:jc w:val="both"/>
        <w:rPr>
          <w:sz w:val="28"/>
          <w:szCs w:val="28"/>
        </w:rPr>
      </w:pPr>
    </w:p>
    <w:sectPr w:rsidR="001F1C62" w:rsidSect="003E0DC0">
      <w:headerReference w:type="default" r:id="rId9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AB" w:rsidRDefault="005D42AB" w:rsidP="00360703">
      <w:r>
        <w:separator/>
      </w:r>
    </w:p>
  </w:endnote>
  <w:endnote w:type="continuationSeparator" w:id="0">
    <w:p w:rsidR="005D42AB" w:rsidRDefault="005D42AB" w:rsidP="00360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AB" w:rsidRDefault="005D42AB" w:rsidP="00360703">
      <w:r>
        <w:separator/>
      </w:r>
    </w:p>
  </w:footnote>
  <w:footnote w:type="continuationSeparator" w:id="0">
    <w:p w:rsidR="005D42AB" w:rsidRDefault="005D42AB" w:rsidP="00360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59A" w:rsidRDefault="00D656ED" w:rsidP="006F2DB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75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6E34">
      <w:rPr>
        <w:rStyle w:val="a5"/>
        <w:noProof/>
      </w:rPr>
      <w:t>2</w:t>
    </w:r>
    <w:r>
      <w:rPr>
        <w:rStyle w:val="a5"/>
      </w:rPr>
      <w:fldChar w:fldCharType="end"/>
    </w:r>
  </w:p>
  <w:p w:rsidR="00B4759A" w:rsidRDefault="00B475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2A4E"/>
    <w:multiLevelType w:val="hybridMultilevel"/>
    <w:tmpl w:val="3BB29FBA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74A1BB9"/>
    <w:multiLevelType w:val="hybridMultilevel"/>
    <w:tmpl w:val="2E1E8C3E"/>
    <w:lvl w:ilvl="0" w:tplc="C094675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2E6E6A"/>
    <w:multiLevelType w:val="hybridMultilevel"/>
    <w:tmpl w:val="29FAE9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0301FB9"/>
    <w:multiLevelType w:val="hybridMultilevel"/>
    <w:tmpl w:val="CCAC5D90"/>
    <w:lvl w:ilvl="0" w:tplc="B1245228">
      <w:start w:val="1"/>
      <w:numFmt w:val="decimal"/>
      <w:lvlText w:val="%1)"/>
      <w:lvlJc w:val="left"/>
      <w:pPr>
        <w:ind w:left="1849" w:hanging="114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0608A7"/>
    <w:multiLevelType w:val="hybridMultilevel"/>
    <w:tmpl w:val="230E3D72"/>
    <w:lvl w:ilvl="0" w:tplc="A8E27118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C07D0"/>
    <w:rsid w:val="00004797"/>
    <w:rsid w:val="0006376D"/>
    <w:rsid w:val="00094275"/>
    <w:rsid w:val="00097159"/>
    <w:rsid w:val="000E0094"/>
    <w:rsid w:val="00170438"/>
    <w:rsid w:val="001A7DC6"/>
    <w:rsid w:val="001B6051"/>
    <w:rsid w:val="001C6E34"/>
    <w:rsid w:val="001F1C62"/>
    <w:rsid w:val="00251E1C"/>
    <w:rsid w:val="00290388"/>
    <w:rsid w:val="002B264F"/>
    <w:rsid w:val="002D3D81"/>
    <w:rsid w:val="002F1668"/>
    <w:rsid w:val="00336D73"/>
    <w:rsid w:val="0034261E"/>
    <w:rsid w:val="00353ED3"/>
    <w:rsid w:val="00360703"/>
    <w:rsid w:val="00360C44"/>
    <w:rsid w:val="003B5DF3"/>
    <w:rsid w:val="003C2482"/>
    <w:rsid w:val="003E0DC0"/>
    <w:rsid w:val="00444894"/>
    <w:rsid w:val="00454AFF"/>
    <w:rsid w:val="004922DC"/>
    <w:rsid w:val="004B07A1"/>
    <w:rsid w:val="005279C4"/>
    <w:rsid w:val="0056224C"/>
    <w:rsid w:val="005A755D"/>
    <w:rsid w:val="005C07D0"/>
    <w:rsid w:val="005D42AB"/>
    <w:rsid w:val="00604E42"/>
    <w:rsid w:val="006077FA"/>
    <w:rsid w:val="00610FD0"/>
    <w:rsid w:val="006265D5"/>
    <w:rsid w:val="00673466"/>
    <w:rsid w:val="006765BE"/>
    <w:rsid w:val="00697EFD"/>
    <w:rsid w:val="006B0A83"/>
    <w:rsid w:val="006E511C"/>
    <w:rsid w:val="006F2DB3"/>
    <w:rsid w:val="0075086D"/>
    <w:rsid w:val="007611A3"/>
    <w:rsid w:val="00787906"/>
    <w:rsid w:val="00792731"/>
    <w:rsid w:val="007C490C"/>
    <w:rsid w:val="0082229F"/>
    <w:rsid w:val="00866C4B"/>
    <w:rsid w:val="00913041"/>
    <w:rsid w:val="009313F8"/>
    <w:rsid w:val="00956C42"/>
    <w:rsid w:val="00A26CBA"/>
    <w:rsid w:val="00A72A68"/>
    <w:rsid w:val="00AB1F10"/>
    <w:rsid w:val="00AC0D61"/>
    <w:rsid w:val="00B11106"/>
    <w:rsid w:val="00B37C32"/>
    <w:rsid w:val="00B4759A"/>
    <w:rsid w:val="00BE0330"/>
    <w:rsid w:val="00C27264"/>
    <w:rsid w:val="00C50304"/>
    <w:rsid w:val="00C53CA1"/>
    <w:rsid w:val="00C81E19"/>
    <w:rsid w:val="00D055D6"/>
    <w:rsid w:val="00D4124F"/>
    <w:rsid w:val="00D419F0"/>
    <w:rsid w:val="00D656ED"/>
    <w:rsid w:val="00D877BD"/>
    <w:rsid w:val="00D95DF8"/>
    <w:rsid w:val="00DE7B4F"/>
    <w:rsid w:val="00DF5E64"/>
    <w:rsid w:val="00E06B6C"/>
    <w:rsid w:val="00E2688D"/>
    <w:rsid w:val="00E768A5"/>
    <w:rsid w:val="00EB0C7C"/>
    <w:rsid w:val="00F550B2"/>
    <w:rsid w:val="00F75F61"/>
    <w:rsid w:val="00FF5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B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550B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550B2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F550B2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rsid w:val="00F550B2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F550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55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550B2"/>
    <w:rPr>
      <w:rFonts w:cs="Times New Roman"/>
    </w:rPr>
  </w:style>
  <w:style w:type="paragraph" w:customStyle="1" w:styleId="ConsPlusNormal">
    <w:name w:val="ConsPlusNormal"/>
    <w:rsid w:val="00F550B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F550B2"/>
    <w:pPr>
      <w:jc w:val="both"/>
    </w:pPr>
  </w:style>
  <w:style w:type="character" w:customStyle="1" w:styleId="a7">
    <w:name w:val="Основной текст Знак"/>
    <w:link w:val="a6"/>
    <w:uiPriority w:val="99"/>
    <w:rsid w:val="00F550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550B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8">
    <w:name w:val="Table Grid"/>
    <w:basedOn w:val="a1"/>
    <w:uiPriority w:val="59"/>
    <w:rsid w:val="001F1C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qFormat/>
    <w:rsid w:val="001F1C62"/>
    <w:pPr>
      <w:ind w:left="720"/>
      <w:contextualSpacing/>
    </w:pPr>
  </w:style>
  <w:style w:type="paragraph" w:customStyle="1" w:styleId="1">
    <w:name w:val="Абзац списка1"/>
    <w:basedOn w:val="a"/>
    <w:uiPriority w:val="99"/>
    <w:qFormat/>
    <w:rsid w:val="00B1110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55;&#1088;&#1057;%20&#1088;&#1077;&#1096;&#1077;&#1085;&#1080;&#1077;%201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ПрС решение 13.dotx</Template>
  <TotalTime>19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С.А.</dc:creator>
  <cp:lastModifiedBy>Пользователь</cp:lastModifiedBy>
  <cp:revision>12</cp:revision>
  <cp:lastPrinted>2024-11-19T11:27:00Z</cp:lastPrinted>
  <dcterms:created xsi:type="dcterms:W3CDTF">2024-11-19T09:41:00Z</dcterms:created>
  <dcterms:modified xsi:type="dcterms:W3CDTF">2024-12-02T13:17:00Z</dcterms:modified>
</cp:coreProperties>
</file>